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7409F">
        <w:rPr>
          <w:rFonts w:ascii="Corbel" w:hAnsi="Corbel"/>
          <w:i/>
          <w:smallCaps/>
          <w:sz w:val="24"/>
          <w:szCs w:val="24"/>
        </w:rPr>
        <w:t xml:space="preserve"> 2020-2022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7409F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72B7A" w:rsidRDefault="005C7FBF" w:rsidP="00A72B7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A72B7A">
              <w:rPr>
                <w:rFonts w:ascii="Corbel" w:hAnsi="Corbel"/>
                <w:sz w:val="24"/>
                <w:szCs w:val="24"/>
              </w:rPr>
              <w:t>Współczesne koncepcje metodyki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F51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F51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90D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90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90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77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DD0DCF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3E5B8B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praca projektowa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22AE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 pedagogice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opiekuńcz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ej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metodyka pracy opiekuńczo-wychowawczej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:rsidTr="002E3E29">
        <w:tc>
          <w:tcPr>
            <w:tcW w:w="851" w:type="dxa"/>
            <w:vAlign w:val="center"/>
          </w:tcPr>
          <w:p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3E29" w:rsidRPr="00BE3CC0" w:rsidRDefault="002E3E29" w:rsidP="003409B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wiedzy studentów na temat założeń</w:t>
            </w:r>
            <w:r w:rsidR="009A5182">
              <w:rPr>
                <w:rFonts w:ascii="Corbel" w:hAnsi="Corbel"/>
                <w:sz w:val="24"/>
                <w:szCs w:val="24"/>
              </w:rPr>
              <w:t xml:space="preserve"> i różnych form</w:t>
            </w:r>
            <w:r w:rsidRPr="00BE3CC0">
              <w:rPr>
                <w:rFonts w:ascii="Corbel" w:hAnsi="Corbel"/>
                <w:sz w:val="24"/>
                <w:szCs w:val="24"/>
              </w:rPr>
              <w:t xml:space="preserve"> działalności opiekuńczo-wychowawczej w szkole oraz placówkach opiekuńczo-wychowawczych, współczesnych tendencji w tym zakresie.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Poszerzenie oraz usystematyzowanie wiedzy studentów na temat problemów współczesnych dzieci i młodzieży oraz możliwości zapobiegania i przeciwdziałania im.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kompetencji studentów w zakresie planowania oraz organizowania i ewaluacji oddziaływań opiekuńczo-wychowawczych.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E3E29" w:rsidRPr="00BE3CC0" w:rsidRDefault="002E3E29" w:rsidP="009A518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 xml:space="preserve">Motywowanie studentów do </w:t>
            </w:r>
            <w:r w:rsidR="009A5182">
              <w:rPr>
                <w:rFonts w:ascii="Corbel" w:hAnsi="Corbel"/>
                <w:sz w:val="24"/>
                <w:szCs w:val="24"/>
              </w:rPr>
              <w:t>podejmowania działań pedagogicznych na rzecz dzieci i młodzieży, a także środowiska lokalnego.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9A5182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problemy występujące w środowisku współczesnych dzieci i młodzieży, wynikające z prawidłowości oraz  zaburzeń ich biologicznego, psychicznego i społecznego rozwoju. 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9A5182" w:rsidP="00A674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współczesnych propozycji metodycznych w zakresie pracy opiekuńczo-wychowawczej w kontekście faz rozwoju biologicznego, psychicznego i społecznego jednostki</w:t>
            </w:r>
            <w:r w:rsidR="00A674C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programu oddziaływań opiekuńczo-wychowawczych w klasie szkolnej, uzasadni jego cel oraz założenia.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propozycje rozwiązywania trudności pojawiających się w pracy opiekuńczo-wychowawczej z dziećmi i młodzieżą.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456DE9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sposoby pomocy dzieciom i młodzieży poprzez oddziaływanie na środowisko lokalne.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A5182" w:rsidRPr="00BE3CC0" w:rsidRDefault="00456DE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Zachęci innych do troski o elementy dziedzictwa kulturowego regionu.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Współczesne tendencje rozwoju metodyki pracy opiekuńczo-wychowawczej a praktyka.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Założenia i metody pozytywnej dyscypliny w pracy opiekuńczo-wychowawczej.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Opiekuńczo-wychowawcze funkcje szkoły i ich przemiany.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Organizacja pomocy psychologiczno-pedagogicznej w placówkach oświatowych.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Model roli ped</w:t>
            </w:r>
            <w:r w:rsidR="00456DE9">
              <w:rPr>
                <w:rFonts w:ascii="Corbel" w:hAnsi="Corbel"/>
                <w:sz w:val="24"/>
                <w:szCs w:val="24"/>
              </w:rPr>
              <w:t>agoga szkolnego i jego ewolucja</w:t>
            </w:r>
            <w:r w:rsidRPr="00511C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Zadania wychowawcy klasy i ich realizacja w praktyce. 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Działalność opiekuńczo-wychowawcza świetlicy szkolnej.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Problematyka uzależnień w środowisku dzieci i młodzieży – jej aktualny wymiar i możliwości przeciwdziałania.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Zjawisko przemocy w środowisku dzieci i młodzieży – specyfika, profilaktyka, przeciwdziałanie.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pracy pedagoga szkolnego.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Metodyczne założenia prowadzenia godzin do dyspozycji wychowawcy klasy.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zajęć świetlicowych.</w:t>
            </w:r>
          </w:p>
        </w:tc>
      </w:tr>
      <w:tr w:rsidR="00456DE9" w:rsidRPr="009C54AE" w:rsidTr="00923D7D">
        <w:tc>
          <w:tcPr>
            <w:tcW w:w="9639" w:type="dxa"/>
          </w:tcPr>
          <w:p w:rsidR="00456DE9" w:rsidRPr="00511CE9" w:rsidRDefault="00456DE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regionalna w pracy opiekuńczo-wychowawczej.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Realizacja praw dziecka w szkole oraz placówce opiekuńczo-wychowawczej. Edukacja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511CE9">
              <w:rPr>
                <w:rFonts w:ascii="Corbel" w:hAnsi="Corbel"/>
                <w:sz w:val="24"/>
                <w:szCs w:val="24"/>
              </w:rPr>
              <w:t>w zakresie praw dziecka.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0D2861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0D2861">
        <w:tc>
          <w:tcPr>
            <w:tcW w:w="1962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:rsidR="002E3E29" w:rsidRPr="001B1845" w:rsidRDefault="000D286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2E3E29"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E3E29" w:rsidRPr="009C54AE" w:rsidTr="000D2861">
        <w:tc>
          <w:tcPr>
            <w:tcW w:w="1962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, </w:t>
            </w:r>
            <w:r w:rsidR="00456DE9" w:rsidRPr="001B18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:rsidR="002E3E29" w:rsidRPr="001B1845" w:rsidRDefault="000D286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2E3E29"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E3E29" w:rsidRPr="009C54AE" w:rsidTr="000D2861">
        <w:tc>
          <w:tcPr>
            <w:tcW w:w="1962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2E3E29" w:rsidRPr="001B1845" w:rsidRDefault="000D286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2E3E29"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0D2861" w:rsidRPr="009C54AE" w:rsidTr="000D2861">
        <w:tc>
          <w:tcPr>
            <w:tcW w:w="1962" w:type="dxa"/>
          </w:tcPr>
          <w:p w:rsidR="000D2861" w:rsidRPr="00511CE9" w:rsidRDefault="000D2861" w:rsidP="000D28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0D2861" w:rsidRPr="001B1845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0D2861" w:rsidRPr="001B1845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0D2861" w:rsidRPr="009C54AE" w:rsidTr="000D2861">
        <w:tc>
          <w:tcPr>
            <w:tcW w:w="1962" w:type="dxa"/>
          </w:tcPr>
          <w:p w:rsidR="000D2861" w:rsidRPr="00511CE9" w:rsidRDefault="000D2861" w:rsidP="000D28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0D2861" w:rsidRPr="001B1845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0D2861" w:rsidRPr="001B1845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0D2861" w:rsidRPr="009C54AE" w:rsidTr="000D2861">
        <w:tc>
          <w:tcPr>
            <w:tcW w:w="1962" w:type="dxa"/>
          </w:tcPr>
          <w:p w:rsidR="000D2861" w:rsidRPr="00511CE9" w:rsidRDefault="000D2861" w:rsidP="000D28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0D2861" w:rsidRPr="001B1845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0D2861" w:rsidRPr="001B1845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E56AC1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udział w zajęciach, 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zaliczenie kolokwium pisemnego obe</w:t>
            </w:r>
            <w:r w:rsidR="00456DE9">
              <w:rPr>
                <w:rFonts w:ascii="Corbel" w:hAnsi="Corbel"/>
                <w:b w:val="0"/>
                <w:smallCaps w:val="0"/>
                <w:szCs w:val="24"/>
              </w:rPr>
              <w:t>jmującego treści wykładów i ćwi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czeń.</w:t>
            </w:r>
          </w:p>
          <w:p w:rsidR="001A0066" w:rsidRPr="00511CE9" w:rsidRDefault="001A0066" w:rsidP="00E56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pisemnego obejmującego treści wykładów i ćwiczeń, 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pozytywnie ocenione prowadzenie zajęć na ćwiczeniach,  pozytywnie oceniona praca projektowa – program pracy wychowawczej w ramach godzin do dyspozycji wychowawcy klasowego.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F90D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0BAE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prowadzonych zajęć, przygotowanie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F90D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A00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64F3B" w:rsidRPr="00472C42" w:rsidRDefault="00164F3B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i/>
                <w:sz w:val="24"/>
                <w:szCs w:val="24"/>
              </w:rPr>
              <w:t>Agresja i przemoc w szkole. Przyczyny, rozpoznawanie, zapobieganie</w:t>
            </w:r>
            <w:r w:rsidRPr="00472C42">
              <w:rPr>
                <w:rFonts w:ascii="Corbel" w:hAnsi="Corbel"/>
                <w:sz w:val="24"/>
                <w:szCs w:val="24"/>
              </w:rPr>
              <w:t xml:space="preserve">, red. I.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Pufal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>-Struzik, Kielce 2007.</w:t>
            </w:r>
          </w:p>
          <w:p w:rsidR="001A0066" w:rsidRPr="00472C42" w:rsidRDefault="001A0066" w:rsidP="00096EE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1A0066" w:rsidRPr="00472C42" w:rsidRDefault="001A0066" w:rsidP="00096EE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K. E., </w:t>
            </w:r>
            <w:proofErr w:type="spellStart"/>
            <w:r w:rsidRPr="00472C42">
              <w:rPr>
                <w:rFonts w:ascii="Corbel" w:hAnsi="Corbel"/>
                <w:i/>
                <w:sz w:val="24"/>
                <w:szCs w:val="24"/>
              </w:rPr>
              <w:t>Mobbing</w:t>
            </w:r>
            <w:proofErr w:type="spellEnd"/>
            <w:r w:rsidRPr="00472C42">
              <w:rPr>
                <w:rFonts w:ascii="Corbel" w:hAnsi="Corbel"/>
                <w:i/>
                <w:sz w:val="24"/>
                <w:szCs w:val="24"/>
              </w:rPr>
              <w:t xml:space="preserve"> w szkole. Jak zapobiegać przemocy grupowej</w:t>
            </w:r>
            <w:r w:rsidRPr="00472C42">
              <w:rPr>
                <w:rFonts w:ascii="Corbel" w:hAnsi="Corbel"/>
                <w:sz w:val="24"/>
                <w:szCs w:val="24"/>
              </w:rPr>
              <w:t>, Gdańsk 2003.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lastRenderedPageBreak/>
              <w:t>Guerin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S., Hennessy E.,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Przemoc i prześladowanie w szkole. Skuteczne przeciwdziałanie agresji wśród młodzieży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Kołodziejczyk J.,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Agresja i przemoc w szkole. Konstruowanie programu przeciwdziałania agresji i przemocy w szkole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472C42" w:rsidRDefault="001A0066" w:rsidP="00096EEA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Rola pedagoga szkolnego w 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:rsidR="001A0066" w:rsidRPr="00472C42" w:rsidRDefault="001A0066" w:rsidP="00096EEA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472C42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64F3B" w:rsidRPr="00472C42" w:rsidRDefault="00164F3B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K. E.,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Odwaga cywilna a przemoc w szkole. Scenariusze godzin wychowawczych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Hart S.,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Price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Cohen C.,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Farell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Erickson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Flekkoy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Prawa dzieci w edukacji</w:t>
            </w:r>
            <w:r w:rsidRPr="00FC6B8C">
              <w:rPr>
                <w:rFonts w:ascii="Corbel" w:hAnsi="Corbel"/>
                <w:sz w:val="24"/>
                <w:szCs w:val="24"/>
              </w:rPr>
              <w:t>, Gdańsk 2006.</w:t>
            </w:r>
          </w:p>
          <w:p w:rsidR="001A0066" w:rsidRPr="00FC6B8C" w:rsidRDefault="001A0066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A0066" w:rsidRPr="00FC6B8C" w:rsidRDefault="001A0066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FC6B8C">
              <w:rPr>
                <w:rFonts w:ascii="Corbel" w:hAnsi="Corbel"/>
                <w:sz w:val="24"/>
                <w:szCs w:val="24"/>
              </w:rPr>
              <w:t>, Warszawa 2013</w:t>
            </w:r>
          </w:p>
          <w:p w:rsidR="001A0066" w:rsidRPr="00FC6B8C" w:rsidRDefault="009A6C28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Prawa i</w:t>
            </w:r>
            <w:r w:rsidR="001A0066" w:rsidRPr="00FC6B8C">
              <w:rPr>
                <w:rFonts w:ascii="Corbel" w:hAnsi="Corbel"/>
                <w:i/>
                <w:sz w:val="24"/>
                <w:szCs w:val="24"/>
              </w:rPr>
              <w:t xml:space="preserve"> wolności człowieka. Scenariusze lekcji dla szkół podstawowych i średnich</w:t>
            </w:r>
            <w:r w:rsidR="001A0066" w:rsidRPr="00FC6B8C">
              <w:rPr>
                <w:rFonts w:ascii="Corbel" w:hAnsi="Corbel"/>
                <w:sz w:val="24"/>
                <w:szCs w:val="24"/>
              </w:rPr>
              <w:t>, red. E. Stawowy, Kraków 1997.</w:t>
            </w: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Słysz A.,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Arcimowicz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Przyjaciele w Internecie</w:t>
            </w:r>
            <w:r w:rsidRPr="00FC6B8C">
              <w:rPr>
                <w:rFonts w:ascii="Corbel" w:hAnsi="Corbel"/>
                <w:sz w:val="24"/>
                <w:szCs w:val="24"/>
              </w:rPr>
              <w:t>, Gdańsk 2009.</w:t>
            </w:r>
          </w:p>
          <w:p w:rsidR="00FC6B8C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2016.</w:t>
            </w:r>
            <w:r w:rsidR="00FC6B8C" w:rsidRPr="00FC6B8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C6B8C" w:rsidRPr="00FC6B8C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2015.</w:t>
            </w:r>
          </w:p>
          <w:p w:rsidR="00FC6B8C" w:rsidRPr="00FC6B8C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 xml:space="preserve">, red. W. Walc, Rzeszów 2016. </w:t>
            </w:r>
          </w:p>
          <w:p w:rsidR="00FC6B8C" w:rsidRPr="00FC6B8C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:rsidR="001A0066" w:rsidRPr="00A72B7A" w:rsidRDefault="001A0066" w:rsidP="00A72B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5E0" w:rsidRDefault="003E65E0" w:rsidP="00C16ABF">
      <w:pPr>
        <w:spacing w:after="0" w:line="240" w:lineRule="auto"/>
      </w:pPr>
      <w:r>
        <w:separator/>
      </w:r>
    </w:p>
  </w:endnote>
  <w:endnote w:type="continuationSeparator" w:id="0">
    <w:p w:rsidR="003E65E0" w:rsidRDefault="003E65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5E0" w:rsidRDefault="003E65E0" w:rsidP="00C16ABF">
      <w:pPr>
        <w:spacing w:after="0" w:line="240" w:lineRule="auto"/>
      </w:pPr>
      <w:r>
        <w:separator/>
      </w:r>
    </w:p>
  </w:footnote>
  <w:footnote w:type="continuationSeparator" w:id="0">
    <w:p w:rsidR="003E65E0" w:rsidRDefault="003E65E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B3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861"/>
    <w:rsid w:val="000D4E44"/>
    <w:rsid w:val="000E779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3B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4ABC"/>
    <w:rsid w:val="00281FF2"/>
    <w:rsid w:val="002857DE"/>
    <w:rsid w:val="00291567"/>
    <w:rsid w:val="00291F9B"/>
    <w:rsid w:val="002A22BF"/>
    <w:rsid w:val="002A2389"/>
    <w:rsid w:val="002A3BAD"/>
    <w:rsid w:val="002A671D"/>
    <w:rsid w:val="002B4D55"/>
    <w:rsid w:val="002B5EA0"/>
    <w:rsid w:val="002B6119"/>
    <w:rsid w:val="002C1F06"/>
    <w:rsid w:val="002C3CF8"/>
    <w:rsid w:val="002D16EC"/>
    <w:rsid w:val="002D3375"/>
    <w:rsid w:val="002D73D4"/>
    <w:rsid w:val="002E3E29"/>
    <w:rsid w:val="002F02A3"/>
    <w:rsid w:val="002F107D"/>
    <w:rsid w:val="002F4ABE"/>
    <w:rsid w:val="003018BA"/>
    <w:rsid w:val="0030395F"/>
    <w:rsid w:val="00305C92"/>
    <w:rsid w:val="003151C5"/>
    <w:rsid w:val="00317693"/>
    <w:rsid w:val="003343CF"/>
    <w:rsid w:val="003409BB"/>
    <w:rsid w:val="00346FE9"/>
    <w:rsid w:val="0034759A"/>
    <w:rsid w:val="003503F6"/>
    <w:rsid w:val="003530DD"/>
    <w:rsid w:val="003564C6"/>
    <w:rsid w:val="00363F78"/>
    <w:rsid w:val="003A0A5B"/>
    <w:rsid w:val="003A1176"/>
    <w:rsid w:val="003C0BAE"/>
    <w:rsid w:val="003D18A9"/>
    <w:rsid w:val="003D5D44"/>
    <w:rsid w:val="003D6CE2"/>
    <w:rsid w:val="003E1941"/>
    <w:rsid w:val="003E2FE6"/>
    <w:rsid w:val="003E49D5"/>
    <w:rsid w:val="003E65E0"/>
    <w:rsid w:val="003F38C0"/>
    <w:rsid w:val="00414E3C"/>
    <w:rsid w:val="0042244A"/>
    <w:rsid w:val="0042745A"/>
    <w:rsid w:val="00431D5C"/>
    <w:rsid w:val="004362C6"/>
    <w:rsid w:val="00437FA2"/>
    <w:rsid w:val="00445970"/>
    <w:rsid w:val="00456DE9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1C0"/>
    <w:rsid w:val="004968E2"/>
    <w:rsid w:val="00496CAE"/>
    <w:rsid w:val="004A3EEA"/>
    <w:rsid w:val="004A4D1F"/>
    <w:rsid w:val="004B07D1"/>
    <w:rsid w:val="004D5282"/>
    <w:rsid w:val="004F1551"/>
    <w:rsid w:val="004F55A3"/>
    <w:rsid w:val="0050496F"/>
    <w:rsid w:val="00513B6F"/>
    <w:rsid w:val="00517C63"/>
    <w:rsid w:val="00522AEF"/>
    <w:rsid w:val="00526C94"/>
    <w:rsid w:val="005363C4"/>
    <w:rsid w:val="00536BDE"/>
    <w:rsid w:val="00543ACC"/>
    <w:rsid w:val="0056696D"/>
    <w:rsid w:val="00573EF9"/>
    <w:rsid w:val="0059484D"/>
    <w:rsid w:val="005A0116"/>
    <w:rsid w:val="005A0855"/>
    <w:rsid w:val="005A3196"/>
    <w:rsid w:val="005C080F"/>
    <w:rsid w:val="005C1824"/>
    <w:rsid w:val="005C55E5"/>
    <w:rsid w:val="005C696A"/>
    <w:rsid w:val="005C7FBF"/>
    <w:rsid w:val="005E2E46"/>
    <w:rsid w:val="005E6E85"/>
    <w:rsid w:val="005F31D2"/>
    <w:rsid w:val="0060680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51F0"/>
    <w:rsid w:val="00706544"/>
    <w:rsid w:val="007072BA"/>
    <w:rsid w:val="007076F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04397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D55"/>
    <w:rsid w:val="009508DF"/>
    <w:rsid w:val="00950DAC"/>
    <w:rsid w:val="00954A07"/>
    <w:rsid w:val="00970BA5"/>
    <w:rsid w:val="00997F14"/>
    <w:rsid w:val="009A5182"/>
    <w:rsid w:val="009A559A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5890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4C7"/>
    <w:rsid w:val="00A72B7A"/>
    <w:rsid w:val="00A84C85"/>
    <w:rsid w:val="00A97DE1"/>
    <w:rsid w:val="00AB053C"/>
    <w:rsid w:val="00AD1146"/>
    <w:rsid w:val="00AD27D3"/>
    <w:rsid w:val="00AD66D6"/>
    <w:rsid w:val="00AE1160"/>
    <w:rsid w:val="00AE203C"/>
    <w:rsid w:val="00AE2763"/>
    <w:rsid w:val="00AE2E74"/>
    <w:rsid w:val="00AE524D"/>
    <w:rsid w:val="00AE5FCB"/>
    <w:rsid w:val="00AF2C1E"/>
    <w:rsid w:val="00B0263A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BAE"/>
    <w:rsid w:val="00BB520A"/>
    <w:rsid w:val="00BB5C7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4B"/>
    <w:rsid w:val="00C766DF"/>
    <w:rsid w:val="00C94B98"/>
    <w:rsid w:val="00CA2B96"/>
    <w:rsid w:val="00CA5089"/>
    <w:rsid w:val="00CB0887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0E2C"/>
    <w:rsid w:val="00D63AFA"/>
    <w:rsid w:val="00D7409F"/>
    <w:rsid w:val="00D74119"/>
    <w:rsid w:val="00D8075B"/>
    <w:rsid w:val="00D83602"/>
    <w:rsid w:val="00D8678B"/>
    <w:rsid w:val="00DA2114"/>
    <w:rsid w:val="00DD0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AC1"/>
    <w:rsid w:val="00E63348"/>
    <w:rsid w:val="00E77E88"/>
    <w:rsid w:val="00E8107D"/>
    <w:rsid w:val="00E847E7"/>
    <w:rsid w:val="00E952E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9AF"/>
    <w:rsid w:val="00F17567"/>
    <w:rsid w:val="00F26C8E"/>
    <w:rsid w:val="00F27A7B"/>
    <w:rsid w:val="00F526AF"/>
    <w:rsid w:val="00F617C3"/>
    <w:rsid w:val="00F7066B"/>
    <w:rsid w:val="00F83B28"/>
    <w:rsid w:val="00F90D3D"/>
    <w:rsid w:val="00FA46E5"/>
    <w:rsid w:val="00FB105B"/>
    <w:rsid w:val="00FB6ACD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2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69492-C6CA-41AD-AE79-1A707F03F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1222</Words>
  <Characters>7337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2020-10-15T08:05:00Z</cp:lastPrinted>
  <dcterms:created xsi:type="dcterms:W3CDTF">2019-11-18T13:24:00Z</dcterms:created>
  <dcterms:modified xsi:type="dcterms:W3CDTF">2021-10-05T06:54:00Z</dcterms:modified>
</cp:coreProperties>
</file>